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16B" w:rsidRPr="0036355E" w:rsidRDefault="00E4316B" w:rsidP="004A54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E4316B" w:rsidRPr="0036355E" w:rsidRDefault="00E4316B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316B" w:rsidRPr="00161E78" w:rsidRDefault="00E4316B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E4316B" w:rsidRPr="00161E78" w:rsidRDefault="00E4316B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E4316B" w:rsidRPr="00161E78" w:rsidRDefault="00E4316B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E4316B" w:rsidRPr="00161E78" w:rsidRDefault="00E4316B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316B" w:rsidRPr="00161E78" w:rsidRDefault="00E4316B" w:rsidP="004A54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29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E4316B" w:rsidRPr="00161E78" w:rsidRDefault="00E4316B" w:rsidP="004A544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4316B" w:rsidRPr="00161E78" w:rsidRDefault="00E4316B" w:rsidP="006E5D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4316B" w:rsidRDefault="00E4316B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20 октября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94</w:t>
      </w:r>
    </w:p>
    <w:p w:rsidR="00E4316B" w:rsidRPr="00161E78" w:rsidRDefault="00E4316B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Pr="00161E78" w:rsidRDefault="00E4316B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E4316B" w:rsidRDefault="00E4316B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E4316B" w:rsidRDefault="00E4316B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E4316B" w:rsidRPr="009D58BB">
        <w:trPr>
          <w:trHeight w:val="1097"/>
        </w:trPr>
        <w:tc>
          <w:tcPr>
            <w:tcW w:w="9016" w:type="dxa"/>
          </w:tcPr>
          <w:p w:rsidR="00E4316B" w:rsidRPr="009D58BB" w:rsidRDefault="00E4316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E4316B" w:rsidRPr="009D58BB" w:rsidRDefault="00E4316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4316B" w:rsidRPr="00DD5EF6" w:rsidRDefault="00E4316B" w:rsidP="00724295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E4316B" w:rsidRPr="00DD5EF6" w:rsidRDefault="00E4316B" w:rsidP="00724295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E4316B" w:rsidRDefault="00E4316B" w:rsidP="0072429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E4316B" w:rsidRDefault="00E4316B" w:rsidP="0072429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27 165 126,46 рублей;</w:t>
      </w:r>
    </w:p>
    <w:p w:rsidR="00E4316B" w:rsidRDefault="00E4316B" w:rsidP="007242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27 581 600,00 рублей;».</w:t>
      </w:r>
    </w:p>
    <w:p w:rsidR="00E4316B" w:rsidRDefault="00E4316B" w:rsidP="00724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006F8">
        <w:rPr>
          <w:rFonts w:ascii="Times New Roman" w:hAnsi="Times New Roman" w:cs="Times New Roman"/>
          <w:sz w:val="28"/>
          <w:szCs w:val="28"/>
        </w:rPr>
        <w:t xml:space="preserve">2. На основании Закона Краснодарского края от 28 декабря 2015 года        № 3310-КЗ «О краевом бюджете на 2016 год» (с изменениями и дополнениями) </w:t>
      </w:r>
      <w:r>
        <w:rPr>
          <w:rFonts w:ascii="Times New Roman" w:hAnsi="Times New Roman" w:cs="Times New Roman"/>
          <w:sz w:val="28"/>
          <w:szCs w:val="28"/>
        </w:rPr>
        <w:t>увеличить межбюджетные трансферты в сумме 268 400,00 рублей, в том числе:</w:t>
      </w:r>
    </w:p>
    <w:p w:rsidR="00E4316B" w:rsidRPr="00973D54" w:rsidRDefault="00E4316B" w:rsidP="00724295">
      <w:pPr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557B0E">
        <w:rPr>
          <w:rFonts w:ascii="Times New Roman" w:hAnsi="Times New Roman" w:cs="Times New Roman"/>
          <w:sz w:val="28"/>
          <w:szCs w:val="28"/>
        </w:rPr>
        <w:t xml:space="preserve">- межбюджетные трансферты, передаваемые 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557B0E">
        <w:rPr>
          <w:rFonts w:ascii="Times New Roman" w:hAnsi="Times New Roman" w:cs="Times New Roman"/>
          <w:sz w:val="28"/>
          <w:szCs w:val="28"/>
        </w:rPr>
        <w:t xml:space="preserve">поселений на государственную поддержку муниципальных учреждений культуры, находящихся на территориях сельских поселений в сумме </w:t>
      </w:r>
      <w:r>
        <w:rPr>
          <w:rFonts w:ascii="Times New Roman" w:hAnsi="Times New Roman" w:cs="Times New Roman"/>
          <w:sz w:val="28"/>
          <w:szCs w:val="28"/>
        </w:rPr>
        <w:t>100 0</w:t>
      </w:r>
      <w:r w:rsidRPr="00557B0E">
        <w:rPr>
          <w:rFonts w:ascii="Times New Roman" w:hAnsi="Times New Roman" w:cs="Times New Roman"/>
          <w:sz w:val="28"/>
          <w:szCs w:val="28"/>
        </w:rPr>
        <w:t>00,00 рублей по коду раздела, подраздела 08 01 «Культура» целевой статье 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7B0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51470</w:t>
      </w:r>
      <w:r w:rsidRPr="00557B0E">
        <w:rPr>
          <w:rFonts w:ascii="Times New Roman" w:hAnsi="Times New Roman" w:cs="Times New Roman"/>
          <w:sz w:val="28"/>
          <w:szCs w:val="28"/>
        </w:rPr>
        <w:t xml:space="preserve"> </w:t>
      </w:r>
      <w:r w:rsidRPr="00973D54">
        <w:rPr>
          <w:rFonts w:ascii="Times New Roman" w:hAnsi="Times New Roman" w:cs="Times New Roman"/>
          <w:sz w:val="28"/>
          <w:szCs w:val="28"/>
        </w:rPr>
        <w:t>«</w:t>
      </w:r>
      <w:r w:rsidRPr="00CE3EBE">
        <w:rPr>
          <w:rFonts w:ascii="Times New Roman" w:hAnsi="Times New Roman" w:cs="Times New Roman"/>
          <w:sz w:val="28"/>
          <w:szCs w:val="28"/>
        </w:rPr>
        <w:t>Иные межбюджетные трансферты на государственную поддержку муниципальных учреждений культуры</w:t>
      </w:r>
      <w:r w:rsidRPr="00973D5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4316B" w:rsidRPr="00973D54" w:rsidRDefault="00E4316B" w:rsidP="00724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</w:t>
      </w:r>
      <w:r w:rsidRPr="00973D54">
        <w:rPr>
          <w:rFonts w:ascii="Times New Roman" w:hAnsi="Times New Roman" w:cs="Times New Roman"/>
          <w:sz w:val="28"/>
          <w:szCs w:val="28"/>
        </w:rPr>
        <w:t xml:space="preserve">ежбюджетные трансферты, передаваемые 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973D54">
        <w:rPr>
          <w:rFonts w:ascii="Times New Roman" w:hAnsi="Times New Roman" w:cs="Times New Roman"/>
          <w:sz w:val="28"/>
          <w:szCs w:val="28"/>
        </w:rPr>
        <w:t xml:space="preserve">поселений на государственную поддержку лучших работников муниципальных учреждений культуры, находящихся на территориях сельских поселений </w:t>
      </w:r>
      <w:r w:rsidRPr="00557B0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100 0</w:t>
      </w:r>
      <w:r w:rsidRPr="00557B0E">
        <w:rPr>
          <w:rFonts w:ascii="Times New Roman" w:hAnsi="Times New Roman" w:cs="Times New Roman"/>
          <w:sz w:val="28"/>
          <w:szCs w:val="28"/>
        </w:rPr>
        <w:t>00,00 рублей по коду раздела, подраздела 08 01 «Культура» целевой статье 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7B0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51480 «</w:t>
      </w:r>
      <w:r w:rsidRPr="00CE3EBE">
        <w:rPr>
          <w:rFonts w:ascii="Times New Roman" w:hAnsi="Times New Roman" w:cs="Times New Roman"/>
          <w:sz w:val="28"/>
          <w:szCs w:val="28"/>
        </w:rPr>
        <w:t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E4316B" w:rsidRDefault="00E4316B" w:rsidP="00724295">
      <w:pPr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724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557B0E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передаваемые бюджетам сельских поселений,</w:t>
      </w:r>
      <w:r w:rsidRPr="00557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557B0E">
        <w:rPr>
          <w:rFonts w:ascii="Times New Roman" w:hAnsi="Times New Roman" w:cs="Times New Roman"/>
          <w:sz w:val="28"/>
          <w:szCs w:val="28"/>
        </w:rPr>
        <w:t xml:space="preserve"> подключени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57B0E">
        <w:rPr>
          <w:rFonts w:ascii="Times New Roman" w:hAnsi="Times New Roman" w:cs="Times New Roman"/>
          <w:sz w:val="28"/>
          <w:szCs w:val="28"/>
        </w:rPr>
        <w:t xml:space="preserve"> общедоступных библиотек Краснодарского края к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7B0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7B0E">
        <w:rPr>
          <w:rFonts w:ascii="Times New Roman" w:hAnsi="Times New Roman" w:cs="Times New Roman"/>
          <w:sz w:val="28"/>
          <w:szCs w:val="28"/>
        </w:rPr>
        <w:t xml:space="preserve"> и развитие системы библиотечного дела с учетом задачи расширения информационных технологий и оцифровки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7B0E">
        <w:rPr>
          <w:rFonts w:ascii="Times New Roman" w:hAnsi="Times New Roman" w:cs="Times New Roman"/>
          <w:sz w:val="28"/>
          <w:szCs w:val="28"/>
        </w:rPr>
        <w:t xml:space="preserve"> в сумме 68 400,00 рублей по коду раздела, подраздела 08 01 «Культура» целевой статье 59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57B0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51460</w:t>
      </w:r>
      <w:r w:rsidRPr="00557B0E">
        <w:rPr>
          <w:rFonts w:ascii="Times New Roman" w:hAnsi="Times New Roman" w:cs="Times New Roman"/>
          <w:sz w:val="28"/>
          <w:szCs w:val="28"/>
        </w:rPr>
        <w:t xml:space="preserve"> «</w:t>
      </w:r>
      <w:r w:rsidRPr="00CE3EBE">
        <w:rPr>
          <w:rFonts w:ascii="Times New Roman" w:hAnsi="Times New Roman" w:cs="Times New Roman"/>
          <w:sz w:val="28"/>
          <w:szCs w:val="28"/>
        </w:rPr>
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4316B" w:rsidRPr="006454C5" w:rsidRDefault="00E4316B" w:rsidP="0072429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6454C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1-6</w:t>
      </w:r>
      <w:r w:rsidRPr="006454C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</w:t>
      </w:r>
      <w:r>
        <w:rPr>
          <w:rFonts w:ascii="Times New Roman" w:hAnsi="Times New Roman" w:cs="Times New Roman"/>
          <w:sz w:val="28"/>
          <w:szCs w:val="28"/>
        </w:rPr>
        <w:t>приложения № 1,2,3,4,5,6</w:t>
      </w:r>
      <w:r w:rsidRPr="006454C5">
        <w:rPr>
          <w:rFonts w:ascii="Times New Roman" w:hAnsi="Times New Roman" w:cs="Times New Roman"/>
          <w:sz w:val="28"/>
          <w:szCs w:val="28"/>
        </w:rPr>
        <w:t>).</w:t>
      </w:r>
    </w:p>
    <w:p w:rsidR="00E4316B" w:rsidRPr="00E028DA" w:rsidRDefault="00E4316B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E4316B" w:rsidRPr="00E028DA" w:rsidRDefault="00E4316B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E4316B" w:rsidRPr="00DD5EF6" w:rsidRDefault="00E4316B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E4316B" w:rsidRDefault="00E4316B" w:rsidP="00306460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В.Н.Лантратов                                           Н.В.Лавриненко    </w:t>
      </w: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4316B" w:rsidRDefault="00E4316B" w:rsidP="0030646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E4316B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16B" w:rsidRDefault="00E4316B" w:rsidP="00B57B3B">
      <w:r>
        <w:separator/>
      </w:r>
    </w:p>
  </w:endnote>
  <w:endnote w:type="continuationSeparator" w:id="0">
    <w:p w:rsidR="00E4316B" w:rsidRDefault="00E4316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16B" w:rsidRDefault="00E4316B" w:rsidP="00B57B3B">
      <w:r>
        <w:separator/>
      </w:r>
    </w:p>
  </w:footnote>
  <w:footnote w:type="continuationSeparator" w:id="0">
    <w:p w:rsidR="00E4316B" w:rsidRDefault="00E4316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16B" w:rsidRPr="003139BC" w:rsidRDefault="00E4316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4316B" w:rsidRDefault="00E431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7DF0"/>
    <w:rsid w:val="0002516C"/>
    <w:rsid w:val="00026000"/>
    <w:rsid w:val="00030337"/>
    <w:rsid w:val="00035659"/>
    <w:rsid w:val="00044004"/>
    <w:rsid w:val="00054A0C"/>
    <w:rsid w:val="000555BA"/>
    <w:rsid w:val="000775A2"/>
    <w:rsid w:val="0008281F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0E5B5C"/>
    <w:rsid w:val="00111AC0"/>
    <w:rsid w:val="00115181"/>
    <w:rsid w:val="00115322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7204F"/>
    <w:rsid w:val="00181EBA"/>
    <w:rsid w:val="001857CD"/>
    <w:rsid w:val="001860AA"/>
    <w:rsid w:val="00186739"/>
    <w:rsid w:val="00186E1E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3FAB"/>
    <w:rsid w:val="001D7C02"/>
    <w:rsid w:val="001E1C9B"/>
    <w:rsid w:val="001E33FB"/>
    <w:rsid w:val="00200CA1"/>
    <w:rsid w:val="00203FD5"/>
    <w:rsid w:val="00210A11"/>
    <w:rsid w:val="00221DB4"/>
    <w:rsid w:val="00230FF5"/>
    <w:rsid w:val="00233C0A"/>
    <w:rsid w:val="00235D26"/>
    <w:rsid w:val="0023657E"/>
    <w:rsid w:val="00237868"/>
    <w:rsid w:val="0024297E"/>
    <w:rsid w:val="002504D7"/>
    <w:rsid w:val="00252C46"/>
    <w:rsid w:val="00253C20"/>
    <w:rsid w:val="00255B84"/>
    <w:rsid w:val="00260F0C"/>
    <w:rsid w:val="00271227"/>
    <w:rsid w:val="00271568"/>
    <w:rsid w:val="00276C40"/>
    <w:rsid w:val="002849D9"/>
    <w:rsid w:val="00284D12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6A32"/>
    <w:rsid w:val="002E76CC"/>
    <w:rsid w:val="002E78BE"/>
    <w:rsid w:val="002E78D0"/>
    <w:rsid w:val="002F2A37"/>
    <w:rsid w:val="002F3AD2"/>
    <w:rsid w:val="002F412F"/>
    <w:rsid w:val="00306460"/>
    <w:rsid w:val="003139BC"/>
    <w:rsid w:val="003153D4"/>
    <w:rsid w:val="00315D3B"/>
    <w:rsid w:val="00316749"/>
    <w:rsid w:val="00326F5E"/>
    <w:rsid w:val="00327591"/>
    <w:rsid w:val="003372C6"/>
    <w:rsid w:val="00352BDB"/>
    <w:rsid w:val="00353935"/>
    <w:rsid w:val="00353B30"/>
    <w:rsid w:val="003542ED"/>
    <w:rsid w:val="0036355E"/>
    <w:rsid w:val="003637DC"/>
    <w:rsid w:val="00367577"/>
    <w:rsid w:val="00367A8B"/>
    <w:rsid w:val="00367F21"/>
    <w:rsid w:val="00371E03"/>
    <w:rsid w:val="00391C1D"/>
    <w:rsid w:val="00394308"/>
    <w:rsid w:val="00395B22"/>
    <w:rsid w:val="00397A9A"/>
    <w:rsid w:val="003A0C18"/>
    <w:rsid w:val="003A1637"/>
    <w:rsid w:val="003A24A1"/>
    <w:rsid w:val="003B31B8"/>
    <w:rsid w:val="003B5708"/>
    <w:rsid w:val="003B6688"/>
    <w:rsid w:val="003B7053"/>
    <w:rsid w:val="003D6384"/>
    <w:rsid w:val="003E4804"/>
    <w:rsid w:val="003F181F"/>
    <w:rsid w:val="003F5DF0"/>
    <w:rsid w:val="00402A55"/>
    <w:rsid w:val="0041056F"/>
    <w:rsid w:val="00410F52"/>
    <w:rsid w:val="0041238D"/>
    <w:rsid w:val="0041244D"/>
    <w:rsid w:val="0041759B"/>
    <w:rsid w:val="00434016"/>
    <w:rsid w:val="00444314"/>
    <w:rsid w:val="0045431B"/>
    <w:rsid w:val="0046258A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544C"/>
    <w:rsid w:val="004A5B29"/>
    <w:rsid w:val="004A7390"/>
    <w:rsid w:val="004B1AB3"/>
    <w:rsid w:val="004B4354"/>
    <w:rsid w:val="004C4728"/>
    <w:rsid w:val="004D1398"/>
    <w:rsid w:val="004D3045"/>
    <w:rsid w:val="004D3AB9"/>
    <w:rsid w:val="004D5228"/>
    <w:rsid w:val="004F324E"/>
    <w:rsid w:val="004F39C5"/>
    <w:rsid w:val="004F7027"/>
    <w:rsid w:val="0050053D"/>
    <w:rsid w:val="00505CF9"/>
    <w:rsid w:val="00507A5E"/>
    <w:rsid w:val="005118AD"/>
    <w:rsid w:val="00513217"/>
    <w:rsid w:val="00513393"/>
    <w:rsid w:val="00517464"/>
    <w:rsid w:val="0052009A"/>
    <w:rsid w:val="00521F62"/>
    <w:rsid w:val="00523BFB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57B0E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15F9"/>
    <w:rsid w:val="005D6E64"/>
    <w:rsid w:val="005D7FF2"/>
    <w:rsid w:val="005E366B"/>
    <w:rsid w:val="005E3BA4"/>
    <w:rsid w:val="005E7F55"/>
    <w:rsid w:val="005F3F0F"/>
    <w:rsid w:val="005F62AF"/>
    <w:rsid w:val="005F6498"/>
    <w:rsid w:val="006078D7"/>
    <w:rsid w:val="00613DA6"/>
    <w:rsid w:val="006142AF"/>
    <w:rsid w:val="00614C6B"/>
    <w:rsid w:val="006301B3"/>
    <w:rsid w:val="00634BF4"/>
    <w:rsid w:val="006447A9"/>
    <w:rsid w:val="006454C5"/>
    <w:rsid w:val="00654C50"/>
    <w:rsid w:val="006602EC"/>
    <w:rsid w:val="00665A87"/>
    <w:rsid w:val="00666779"/>
    <w:rsid w:val="006719EC"/>
    <w:rsid w:val="00676CA9"/>
    <w:rsid w:val="00687224"/>
    <w:rsid w:val="006A182E"/>
    <w:rsid w:val="006A47E2"/>
    <w:rsid w:val="006B10A2"/>
    <w:rsid w:val="006B2EAF"/>
    <w:rsid w:val="006B708B"/>
    <w:rsid w:val="006C1614"/>
    <w:rsid w:val="006D2C1D"/>
    <w:rsid w:val="006D5CD3"/>
    <w:rsid w:val="006D6DDE"/>
    <w:rsid w:val="006E5DDE"/>
    <w:rsid w:val="006F5564"/>
    <w:rsid w:val="006F56D6"/>
    <w:rsid w:val="007005AD"/>
    <w:rsid w:val="007010A4"/>
    <w:rsid w:val="00701E65"/>
    <w:rsid w:val="007045D2"/>
    <w:rsid w:val="007048B9"/>
    <w:rsid w:val="00723EB8"/>
    <w:rsid w:val="00724295"/>
    <w:rsid w:val="00736985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47C1"/>
    <w:rsid w:val="00775D70"/>
    <w:rsid w:val="00777B45"/>
    <w:rsid w:val="007805A2"/>
    <w:rsid w:val="00783472"/>
    <w:rsid w:val="007A1FD1"/>
    <w:rsid w:val="007A6B19"/>
    <w:rsid w:val="007C0ACC"/>
    <w:rsid w:val="007D4A9A"/>
    <w:rsid w:val="007D7F0B"/>
    <w:rsid w:val="007F0F46"/>
    <w:rsid w:val="007F76D3"/>
    <w:rsid w:val="007F7715"/>
    <w:rsid w:val="00801EBF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57B"/>
    <w:rsid w:val="008318BA"/>
    <w:rsid w:val="00835B3F"/>
    <w:rsid w:val="00837798"/>
    <w:rsid w:val="0084153A"/>
    <w:rsid w:val="00843519"/>
    <w:rsid w:val="00844CCB"/>
    <w:rsid w:val="008507AF"/>
    <w:rsid w:val="00852757"/>
    <w:rsid w:val="00854DFD"/>
    <w:rsid w:val="00873896"/>
    <w:rsid w:val="00875421"/>
    <w:rsid w:val="00881148"/>
    <w:rsid w:val="00882A64"/>
    <w:rsid w:val="00886416"/>
    <w:rsid w:val="00891B51"/>
    <w:rsid w:val="00896DCC"/>
    <w:rsid w:val="00897E7A"/>
    <w:rsid w:val="008A0B89"/>
    <w:rsid w:val="008A4D2D"/>
    <w:rsid w:val="008A5A60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65D1"/>
    <w:rsid w:val="008E7572"/>
    <w:rsid w:val="00901198"/>
    <w:rsid w:val="009037DC"/>
    <w:rsid w:val="00903806"/>
    <w:rsid w:val="00910611"/>
    <w:rsid w:val="0091129A"/>
    <w:rsid w:val="0092011B"/>
    <w:rsid w:val="009220CE"/>
    <w:rsid w:val="00922148"/>
    <w:rsid w:val="00922DD3"/>
    <w:rsid w:val="00925652"/>
    <w:rsid w:val="009307A5"/>
    <w:rsid w:val="009309B9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1CA8"/>
    <w:rsid w:val="00972EDB"/>
    <w:rsid w:val="00973D54"/>
    <w:rsid w:val="009752B5"/>
    <w:rsid w:val="009801C4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367A"/>
    <w:rsid w:val="009D58BB"/>
    <w:rsid w:val="009D5E71"/>
    <w:rsid w:val="009D6F55"/>
    <w:rsid w:val="009E52A0"/>
    <w:rsid w:val="009E6447"/>
    <w:rsid w:val="009E69D6"/>
    <w:rsid w:val="009E7861"/>
    <w:rsid w:val="009F0B16"/>
    <w:rsid w:val="00A14C04"/>
    <w:rsid w:val="00A224F0"/>
    <w:rsid w:val="00A33813"/>
    <w:rsid w:val="00A408B0"/>
    <w:rsid w:val="00A4200A"/>
    <w:rsid w:val="00A5653B"/>
    <w:rsid w:val="00A5786A"/>
    <w:rsid w:val="00A60D9F"/>
    <w:rsid w:val="00A65FE7"/>
    <w:rsid w:val="00A674A9"/>
    <w:rsid w:val="00A72975"/>
    <w:rsid w:val="00A927CD"/>
    <w:rsid w:val="00A969F6"/>
    <w:rsid w:val="00AB3310"/>
    <w:rsid w:val="00AC3B6A"/>
    <w:rsid w:val="00AD13C6"/>
    <w:rsid w:val="00AD1D8E"/>
    <w:rsid w:val="00AD218C"/>
    <w:rsid w:val="00AD5AD8"/>
    <w:rsid w:val="00AE5C61"/>
    <w:rsid w:val="00AE7999"/>
    <w:rsid w:val="00AF07F8"/>
    <w:rsid w:val="00AF5037"/>
    <w:rsid w:val="00AF6990"/>
    <w:rsid w:val="00AF7645"/>
    <w:rsid w:val="00B01D1C"/>
    <w:rsid w:val="00B03D3F"/>
    <w:rsid w:val="00B06201"/>
    <w:rsid w:val="00B104D1"/>
    <w:rsid w:val="00B13DE0"/>
    <w:rsid w:val="00B1650C"/>
    <w:rsid w:val="00B314C6"/>
    <w:rsid w:val="00B31CBE"/>
    <w:rsid w:val="00B3353F"/>
    <w:rsid w:val="00B33E9C"/>
    <w:rsid w:val="00B34727"/>
    <w:rsid w:val="00B34945"/>
    <w:rsid w:val="00B43E2A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72085"/>
    <w:rsid w:val="00B82371"/>
    <w:rsid w:val="00B82B12"/>
    <w:rsid w:val="00B839C1"/>
    <w:rsid w:val="00B93251"/>
    <w:rsid w:val="00B93C4A"/>
    <w:rsid w:val="00B9683F"/>
    <w:rsid w:val="00BA0CB7"/>
    <w:rsid w:val="00BA2F98"/>
    <w:rsid w:val="00BA3427"/>
    <w:rsid w:val="00BA4C14"/>
    <w:rsid w:val="00BB0BAB"/>
    <w:rsid w:val="00BB0D3A"/>
    <w:rsid w:val="00BB3922"/>
    <w:rsid w:val="00BB3DE5"/>
    <w:rsid w:val="00BB4D94"/>
    <w:rsid w:val="00BB7C74"/>
    <w:rsid w:val="00BC1663"/>
    <w:rsid w:val="00BC1BC1"/>
    <w:rsid w:val="00BC446E"/>
    <w:rsid w:val="00BC609A"/>
    <w:rsid w:val="00BC7050"/>
    <w:rsid w:val="00BC7426"/>
    <w:rsid w:val="00BD0C81"/>
    <w:rsid w:val="00BE4009"/>
    <w:rsid w:val="00BE528A"/>
    <w:rsid w:val="00BE7CE4"/>
    <w:rsid w:val="00BF614C"/>
    <w:rsid w:val="00C02739"/>
    <w:rsid w:val="00C028D7"/>
    <w:rsid w:val="00C038A3"/>
    <w:rsid w:val="00C047DB"/>
    <w:rsid w:val="00C062FA"/>
    <w:rsid w:val="00C31DEB"/>
    <w:rsid w:val="00C32E45"/>
    <w:rsid w:val="00C34742"/>
    <w:rsid w:val="00C351E8"/>
    <w:rsid w:val="00C35EE9"/>
    <w:rsid w:val="00C402FB"/>
    <w:rsid w:val="00C57BBA"/>
    <w:rsid w:val="00C62B02"/>
    <w:rsid w:val="00C64896"/>
    <w:rsid w:val="00C6531B"/>
    <w:rsid w:val="00C70AF5"/>
    <w:rsid w:val="00C9011F"/>
    <w:rsid w:val="00C90DBC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3EBE"/>
    <w:rsid w:val="00CE688A"/>
    <w:rsid w:val="00CF5602"/>
    <w:rsid w:val="00D1161C"/>
    <w:rsid w:val="00D117B8"/>
    <w:rsid w:val="00D32AD2"/>
    <w:rsid w:val="00D35DB7"/>
    <w:rsid w:val="00D36B4C"/>
    <w:rsid w:val="00D36FFB"/>
    <w:rsid w:val="00D50E4C"/>
    <w:rsid w:val="00D5405F"/>
    <w:rsid w:val="00D564D9"/>
    <w:rsid w:val="00D57B1F"/>
    <w:rsid w:val="00D57DB8"/>
    <w:rsid w:val="00D6063D"/>
    <w:rsid w:val="00D61196"/>
    <w:rsid w:val="00D72D7A"/>
    <w:rsid w:val="00D75C69"/>
    <w:rsid w:val="00D775B8"/>
    <w:rsid w:val="00D77D2C"/>
    <w:rsid w:val="00D8186A"/>
    <w:rsid w:val="00D8522B"/>
    <w:rsid w:val="00D874A4"/>
    <w:rsid w:val="00D933A2"/>
    <w:rsid w:val="00D93E08"/>
    <w:rsid w:val="00D962B4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152EF"/>
    <w:rsid w:val="00E217A2"/>
    <w:rsid w:val="00E218DB"/>
    <w:rsid w:val="00E23256"/>
    <w:rsid w:val="00E31855"/>
    <w:rsid w:val="00E32359"/>
    <w:rsid w:val="00E3589D"/>
    <w:rsid w:val="00E4290A"/>
    <w:rsid w:val="00E4316B"/>
    <w:rsid w:val="00E5128B"/>
    <w:rsid w:val="00E5217E"/>
    <w:rsid w:val="00E61072"/>
    <w:rsid w:val="00E617FC"/>
    <w:rsid w:val="00E6529E"/>
    <w:rsid w:val="00E6631A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2531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61D"/>
    <w:rsid w:val="00EF190B"/>
    <w:rsid w:val="00EF561E"/>
    <w:rsid w:val="00EF5F68"/>
    <w:rsid w:val="00EF76FE"/>
    <w:rsid w:val="00F006F8"/>
    <w:rsid w:val="00F03BF2"/>
    <w:rsid w:val="00F06F66"/>
    <w:rsid w:val="00F070A5"/>
    <w:rsid w:val="00F11011"/>
    <w:rsid w:val="00F124E5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290"/>
    <w:rsid w:val="00F843BF"/>
    <w:rsid w:val="00F849C4"/>
    <w:rsid w:val="00F90BD5"/>
    <w:rsid w:val="00F91EB5"/>
    <w:rsid w:val="00F92F66"/>
    <w:rsid w:val="00FB2285"/>
    <w:rsid w:val="00FB3F7F"/>
    <w:rsid w:val="00FC204D"/>
    <w:rsid w:val="00FC32E8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70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774</TotalTime>
  <Pages>2</Pages>
  <Words>727</Words>
  <Characters>4145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51</cp:revision>
  <cp:lastPrinted>2016-09-20T10:13:00Z</cp:lastPrinted>
  <dcterms:created xsi:type="dcterms:W3CDTF">2015-01-21T15:24:00Z</dcterms:created>
  <dcterms:modified xsi:type="dcterms:W3CDTF">2016-10-24T06:35:00Z</dcterms:modified>
</cp:coreProperties>
</file>